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446A2-2BEE-4FE7-93A2-07CD70EA16A7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